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3F12D" w14:textId="77777777" w:rsidR="00C43B96" w:rsidRDefault="00C43B96" w:rsidP="00C43B96">
      <w:pPr>
        <w:ind w:left="-993"/>
      </w:pPr>
      <w:r>
        <w:t>Übung 3 – Kostenvoranschlag – Modellierung</w:t>
      </w:r>
    </w:p>
    <w:p w14:paraId="6EA8214A" w14:textId="77777777" w:rsidR="00C43B96" w:rsidRDefault="00C43B96" w:rsidP="00C43B96">
      <w:pPr>
        <w:ind w:left="-993"/>
      </w:pPr>
    </w:p>
    <w:tbl>
      <w:tblPr>
        <w:tblStyle w:val="Tabellenraster"/>
        <w:tblW w:w="6368" w:type="pct"/>
        <w:tblInd w:w="-10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723"/>
      </w:tblGrid>
      <w:tr w:rsidR="00C43B96" w:rsidRPr="0005705A" w14:paraId="23D0AD66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4311FAD6" w14:textId="77777777" w:rsidR="00C43B96" w:rsidRPr="0005705A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>HTML: s. Objektbaum und Screenshot</w:t>
            </w:r>
          </w:p>
        </w:tc>
      </w:tr>
      <w:tr w:rsidR="00C43B96" w:rsidRPr="0005705A" w14:paraId="60720F7A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1798EABD" w14:textId="77777777" w:rsidR="00C43B96" w:rsidRPr="0005705A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>CSS: s. Aufgabenstellung und Screenshot</w:t>
            </w:r>
          </w:p>
        </w:tc>
      </w:tr>
      <w:tr w:rsidR="00C43B96" w:rsidRPr="002A40CF" w14:paraId="377050A4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12C8ABB7" w14:textId="77777777" w:rsidR="00C43B96" w:rsidRPr="002A40CF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Erstelle die </w:t>
            </w:r>
            <w:r w:rsidRPr="0003014D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arbeitsstunden</w:t>
            </w:r>
            <w:r>
              <w:rPr>
                <w:rFonts w:cs="Arial"/>
                <w:sz w:val="19"/>
              </w:rPr>
              <w:t xml:space="preserve">, </w:t>
            </w:r>
            <w:r>
              <w:rPr>
                <w:rFonts w:cs="Arial"/>
                <w:color w:val="FF0000"/>
                <w:sz w:val="19"/>
              </w:rPr>
              <w:t>stundensatz</w:t>
            </w:r>
            <w:r>
              <w:rPr>
                <w:rFonts w:cs="Arial"/>
                <w:sz w:val="19"/>
              </w:rPr>
              <w:t xml:space="preserve">, </w:t>
            </w:r>
            <w:r>
              <w:rPr>
                <w:rFonts w:cs="Arial"/>
                <w:color w:val="FF0000"/>
                <w:sz w:val="19"/>
              </w:rPr>
              <w:t>mwst</w:t>
            </w:r>
            <w:r>
              <w:rPr>
                <w:rFonts w:cs="Arial"/>
                <w:sz w:val="19"/>
              </w:rPr>
              <w:t>,</w:t>
            </w:r>
            <w:r>
              <w:rPr>
                <w:rFonts w:cs="Arial"/>
                <w:color w:val="FF0000"/>
                <w:sz w:val="19"/>
              </w:rPr>
              <w:t xml:space="preserve"> kosten_ohne_mwst</w:t>
            </w:r>
            <w:r>
              <w:rPr>
                <w:rFonts w:cs="Arial"/>
                <w:sz w:val="19"/>
              </w:rPr>
              <w:t>,</w:t>
            </w:r>
            <w:r>
              <w:rPr>
                <w:rFonts w:cs="Arial"/>
                <w:color w:val="FF0000"/>
                <w:sz w:val="19"/>
              </w:rPr>
              <w:t xml:space="preserve"> gesamtkosten_ausgabe</w:t>
            </w:r>
          </w:p>
        </w:tc>
      </w:tr>
      <w:tr w:rsidR="00C43B96" w:rsidRPr="002A40CF" w14:paraId="26257A6F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6AD27027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Speichere den Wert des </w:t>
            </w:r>
            <w:r w:rsidRPr="00D27460">
              <w:rPr>
                <w:rFonts w:cs="Arial"/>
                <w:color w:val="00B0F0"/>
                <w:sz w:val="19"/>
              </w:rPr>
              <w:t xml:space="preserve">Objekts </w:t>
            </w:r>
            <w:r>
              <w:rPr>
                <w:rFonts w:cs="Arial"/>
                <w:sz w:val="19"/>
              </w:rPr>
              <w:t xml:space="preserve">mit der ID „arbeitsstunden“ in der </w:t>
            </w:r>
            <w:r w:rsidRPr="00D27460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arbeitsstunden</w:t>
            </w:r>
          </w:p>
        </w:tc>
      </w:tr>
      <w:tr w:rsidR="00C43B96" w:rsidRPr="002A40CF" w14:paraId="79B5B2AB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06D6CE51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Speichere den Wert des </w:t>
            </w:r>
            <w:r w:rsidRPr="00D27460">
              <w:rPr>
                <w:rFonts w:cs="Arial"/>
                <w:color w:val="00B0F0"/>
                <w:sz w:val="19"/>
              </w:rPr>
              <w:t xml:space="preserve">Objekts </w:t>
            </w:r>
            <w:r>
              <w:rPr>
                <w:rFonts w:cs="Arial"/>
                <w:sz w:val="19"/>
              </w:rPr>
              <w:t xml:space="preserve">mit der ID „stundensatz“ in der </w:t>
            </w:r>
            <w:r w:rsidRPr="00D27460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stundensatz</w:t>
            </w:r>
          </w:p>
        </w:tc>
      </w:tr>
      <w:tr w:rsidR="00C43B96" w:rsidRPr="002A40CF" w14:paraId="34A6B2E7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4A9441A2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Speichere den Wert des </w:t>
            </w:r>
            <w:r w:rsidRPr="00D27460">
              <w:rPr>
                <w:rFonts w:cs="Arial"/>
                <w:color w:val="00B0F0"/>
                <w:sz w:val="19"/>
              </w:rPr>
              <w:t xml:space="preserve">Objekts </w:t>
            </w:r>
            <w:r>
              <w:rPr>
                <w:rFonts w:cs="Arial"/>
                <w:sz w:val="19"/>
              </w:rPr>
              <w:t xml:space="preserve">mit der ID „mwst“ in der </w:t>
            </w:r>
            <w:r w:rsidRPr="00D27460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mwst</w:t>
            </w:r>
          </w:p>
        </w:tc>
      </w:tr>
      <w:tr w:rsidR="00C43B96" w:rsidRPr="002A40CF" w14:paraId="3B3E9997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7A2A1398" w14:textId="77777777" w:rsidR="00C43B96" w:rsidRPr="002A40CF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Berechne die Kosten ohne MwSt. nach der Formel </w:t>
            </w:r>
            <w:r>
              <w:rPr>
                <w:rFonts w:cs="Arial"/>
                <w:color w:val="FF0000"/>
                <w:sz w:val="19"/>
              </w:rPr>
              <w:t>arbeitsstunden</w:t>
            </w:r>
            <w:r w:rsidRPr="0003014D">
              <w:rPr>
                <w:rFonts w:cs="Arial"/>
                <w:color w:val="FF0000"/>
                <w:sz w:val="19"/>
              </w:rPr>
              <w:t xml:space="preserve"> </w:t>
            </w:r>
            <w:r w:rsidRPr="00DF7209">
              <w:rPr>
                <w:rFonts w:cs="Arial"/>
                <w:sz w:val="19"/>
              </w:rPr>
              <w:t>*</w:t>
            </w:r>
            <w:r>
              <w:rPr>
                <w:rFonts w:cs="Arial"/>
                <w:sz w:val="19"/>
              </w:rPr>
              <w:t xml:space="preserve"> </w:t>
            </w:r>
            <w:r>
              <w:rPr>
                <w:rFonts w:cs="Arial"/>
                <w:color w:val="FF0000"/>
                <w:sz w:val="19"/>
              </w:rPr>
              <w:t xml:space="preserve">stundensatz </w:t>
            </w:r>
            <w:r>
              <w:rPr>
                <w:rFonts w:cs="Arial"/>
                <w:sz w:val="19"/>
              </w:rPr>
              <w:t xml:space="preserve">und weise ihn der </w:t>
            </w:r>
            <w:r w:rsidRPr="0003014D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kosten_ohne_mwst</w:t>
            </w:r>
            <w:r w:rsidRPr="00D25E35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sz w:val="19"/>
              </w:rPr>
              <w:t>zu</w:t>
            </w:r>
          </w:p>
        </w:tc>
      </w:tr>
      <w:tr w:rsidR="00C43B96" w:rsidRPr="002A40CF" w14:paraId="1EF11DF0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6B971AEE" w14:textId="77777777" w:rsidR="00C43B96" w:rsidRPr="002A40CF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Berechne die Kosten mit MwSt. nach der Formel </w:t>
            </w:r>
            <w:r>
              <w:rPr>
                <w:rFonts w:cs="Arial"/>
                <w:color w:val="FF0000"/>
                <w:sz w:val="19"/>
              </w:rPr>
              <w:t>kosten_ohne_mwst</w:t>
            </w:r>
            <w:r w:rsidRPr="0003014D">
              <w:rPr>
                <w:rFonts w:cs="Arial"/>
                <w:color w:val="FF0000"/>
                <w:sz w:val="19"/>
              </w:rPr>
              <w:t xml:space="preserve"> </w:t>
            </w:r>
            <w:r w:rsidRPr="00DF7209">
              <w:rPr>
                <w:rFonts w:cs="Arial"/>
                <w:sz w:val="19"/>
              </w:rPr>
              <w:t>*</w:t>
            </w:r>
            <w:r>
              <w:rPr>
                <w:rFonts w:cs="Arial"/>
                <w:sz w:val="19"/>
              </w:rPr>
              <w:t xml:space="preserve"> </w:t>
            </w:r>
            <w:r w:rsidRPr="00476E85">
              <w:rPr>
                <w:rFonts w:cs="Arial"/>
                <w:color w:val="000000" w:themeColor="text1"/>
                <w:sz w:val="19"/>
              </w:rPr>
              <w:t>(</w:t>
            </w:r>
            <w:r>
              <w:rPr>
                <w:rFonts w:cs="Arial"/>
                <w:color w:val="FF0000"/>
                <w:sz w:val="19"/>
              </w:rPr>
              <w:t>1</w:t>
            </w:r>
            <w:r w:rsidRPr="006B4C18">
              <w:rPr>
                <w:rFonts w:cs="Arial"/>
                <w:sz w:val="19"/>
              </w:rPr>
              <w:t>+</w:t>
            </w:r>
            <w:r>
              <w:rPr>
                <w:rFonts w:cs="Arial"/>
                <w:color w:val="FF0000"/>
                <w:sz w:val="19"/>
              </w:rPr>
              <w:t>mwst</w:t>
            </w:r>
            <w:r w:rsidRPr="006B4C18">
              <w:rPr>
                <w:rFonts w:cs="Arial"/>
                <w:sz w:val="19"/>
              </w:rPr>
              <w:t>/</w:t>
            </w:r>
            <w:r w:rsidRPr="006B4C18">
              <w:rPr>
                <w:rFonts w:cs="Arial"/>
                <w:color w:val="ED7D31" w:themeColor="accent2"/>
                <w:sz w:val="19"/>
              </w:rPr>
              <w:t>100</w:t>
            </w:r>
            <w:r w:rsidRPr="00476E85">
              <w:rPr>
                <w:rFonts w:cs="Arial"/>
                <w:color w:val="000000" w:themeColor="text1"/>
                <w:sz w:val="19"/>
              </w:rPr>
              <w:t>)</w:t>
            </w:r>
            <w:r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sz w:val="19"/>
              </w:rPr>
              <w:t xml:space="preserve">und weise ihn der </w:t>
            </w:r>
            <w:r w:rsidRPr="0003014D">
              <w:rPr>
                <w:rFonts w:cs="Arial"/>
                <w:color w:val="70AD47" w:themeColor="accent6"/>
                <w:sz w:val="19"/>
              </w:rPr>
              <w:t xml:space="preserve">Variablen </w:t>
            </w:r>
            <w:r>
              <w:rPr>
                <w:rFonts w:cs="Arial"/>
                <w:color w:val="FF0000"/>
                <w:sz w:val="19"/>
              </w:rPr>
              <w:t>gesamt_kosten_ausgabe</w:t>
            </w:r>
            <w:r w:rsidRPr="00D25E35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sz w:val="19"/>
              </w:rPr>
              <w:t>zu</w:t>
            </w:r>
          </w:p>
        </w:tc>
      </w:tr>
      <w:tr w:rsidR="00C43B96" w:rsidRPr="002A40CF" w14:paraId="2AD0987E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2316553C" w14:textId="77777777" w:rsidR="00C43B96" w:rsidRPr="002A40CF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Weise dem </w:t>
            </w:r>
            <w:r w:rsidRPr="00D25E35">
              <w:rPr>
                <w:rFonts w:cs="Arial"/>
                <w:color w:val="00B0F0"/>
                <w:sz w:val="19"/>
              </w:rPr>
              <w:t xml:space="preserve">Objekt </w:t>
            </w:r>
            <w:r>
              <w:rPr>
                <w:rFonts w:cs="Arial"/>
                <w:sz w:val="19"/>
              </w:rPr>
              <w:t xml:space="preserve">mit der ID „kosten_ausgabe“ den verketteten Wert zu: </w:t>
            </w:r>
            <w:r w:rsidRPr="007003AC">
              <w:rPr>
                <w:rFonts w:cs="Arial"/>
                <w:color w:val="000000" w:themeColor="text1"/>
                <w:sz w:val="19"/>
              </w:rPr>
              <w:t>„</w:t>
            </w:r>
            <w:r>
              <w:rPr>
                <w:rFonts w:cs="Arial"/>
                <w:color w:val="C45911" w:themeColor="accent2" w:themeShade="BF"/>
                <w:sz w:val="19"/>
              </w:rPr>
              <w:t>Der Kostenvoranschlag</w:t>
            </w:r>
            <w:r w:rsidRPr="00EA5E6B">
              <w:rPr>
                <w:rFonts w:cs="Arial"/>
                <w:color w:val="C45911" w:themeColor="accent2" w:themeShade="BF"/>
                <w:sz w:val="19"/>
              </w:rPr>
              <w:t xml:space="preserve"> </w:t>
            </w:r>
            <w:r>
              <w:rPr>
                <w:rFonts w:cs="Arial"/>
                <w:color w:val="C45911" w:themeColor="accent2" w:themeShade="BF"/>
                <w:sz w:val="19"/>
              </w:rPr>
              <w:t xml:space="preserve">beläuft sich auf </w:t>
            </w:r>
            <w:r>
              <w:rPr>
                <w:rFonts w:cs="Arial"/>
                <w:sz w:val="19"/>
              </w:rPr>
              <w:t xml:space="preserve">„ + </w:t>
            </w:r>
            <w:r>
              <w:rPr>
                <w:rFonts w:cs="Arial"/>
                <w:color w:val="FF0000"/>
                <w:sz w:val="19"/>
              </w:rPr>
              <w:t>ausgabe_gesamtkosten</w:t>
            </w:r>
            <w:r w:rsidRPr="0003014D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sz w:val="19"/>
              </w:rPr>
              <w:t xml:space="preserve">+ </w:t>
            </w:r>
            <w:r w:rsidRPr="007003AC">
              <w:rPr>
                <w:rFonts w:cs="Arial"/>
                <w:color w:val="000000" w:themeColor="text1"/>
                <w:sz w:val="19"/>
              </w:rPr>
              <w:t xml:space="preserve">„ </w:t>
            </w:r>
            <w:r>
              <w:rPr>
                <w:rFonts w:cs="Arial"/>
                <w:color w:val="C45911" w:themeColor="accent2" w:themeShade="BF"/>
                <w:sz w:val="19"/>
              </w:rPr>
              <w:t>€</w:t>
            </w:r>
            <w:r w:rsidRPr="00EA5E6B">
              <w:rPr>
                <w:rFonts w:cs="Arial"/>
                <w:color w:val="C45911" w:themeColor="accent2" w:themeShade="BF"/>
                <w:sz w:val="19"/>
              </w:rPr>
              <w:t>!</w:t>
            </w:r>
            <w:r w:rsidRPr="007003AC">
              <w:rPr>
                <w:rFonts w:cs="Arial"/>
                <w:color w:val="000000" w:themeColor="text1"/>
                <w:sz w:val="19"/>
              </w:rPr>
              <w:t>“</w:t>
            </w:r>
          </w:p>
        </w:tc>
      </w:tr>
      <w:tr w:rsidR="00C43B96" w:rsidRPr="002A40CF" w14:paraId="30A368C3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1F76EE5F" w14:textId="77777777" w:rsidR="00C43B96" w:rsidRPr="0003014D" w:rsidRDefault="00C43B96" w:rsidP="000D5DD2">
            <w:pPr>
              <w:rPr>
                <w:rFonts w:cs="Arial"/>
                <w:color w:val="5B9BD5" w:themeColor="accent1"/>
                <w:sz w:val="19"/>
              </w:rPr>
            </w:pPr>
            <w:r>
              <w:rPr>
                <w:rFonts w:cs="Arial"/>
                <w:sz w:val="19"/>
              </w:rPr>
              <w:t xml:space="preserve">JS: Füge dem </w:t>
            </w:r>
            <w:r w:rsidRPr="007A73A6">
              <w:rPr>
                <w:rFonts w:cs="Arial"/>
                <w:color w:val="00B0F0"/>
                <w:sz w:val="19"/>
              </w:rPr>
              <w:t xml:space="preserve">Objekt </w:t>
            </w:r>
            <w:r>
              <w:rPr>
                <w:rFonts w:cs="Arial"/>
                <w:sz w:val="19"/>
              </w:rPr>
              <w:t>mit der ID „kostenvoranschlag“ einen Eventhandler zu, der auf input reagiert</w:t>
            </w:r>
          </w:p>
        </w:tc>
      </w:tr>
    </w:tbl>
    <w:p w14:paraId="07F6C7CD" w14:textId="77777777" w:rsidR="00C43B96" w:rsidRDefault="00C43B96" w:rsidP="00C43B96">
      <w:pPr>
        <w:ind w:left="-993"/>
      </w:pPr>
    </w:p>
    <w:p w14:paraId="215BB77A" w14:textId="77777777" w:rsidR="00C43B96" w:rsidRDefault="00C43B96" w:rsidP="00C43B96">
      <w:pPr>
        <w:ind w:left="-993"/>
      </w:pPr>
      <w:r>
        <w:t>Erweiterung 1 – Kostenvoranschlag, Rabatt</w:t>
      </w:r>
    </w:p>
    <w:p w14:paraId="569A790B" w14:textId="77777777" w:rsidR="00C43B96" w:rsidRDefault="00C43B96" w:rsidP="00C43B96">
      <w:pPr>
        <w:ind w:left="-993"/>
      </w:pPr>
      <w:r>
        <w:t>Modellierung s. oben</w:t>
      </w:r>
    </w:p>
    <w:tbl>
      <w:tblPr>
        <w:tblStyle w:val="Tabellenraster"/>
        <w:tblW w:w="6307" w:type="pct"/>
        <w:tblInd w:w="-9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0"/>
      </w:tblGrid>
      <w:tr w:rsidR="00C43B96" w:rsidRPr="00AE45C7" w14:paraId="6944D7C3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7F227DE6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HTML: Erstelle ein </w:t>
            </w:r>
            <w:r w:rsidRPr="00171B7A">
              <w:rPr>
                <w:rFonts w:cs="Arial"/>
                <w:color w:val="00B0F0"/>
                <w:sz w:val="19"/>
              </w:rPr>
              <w:t xml:space="preserve">Output-Objekt </w:t>
            </w:r>
            <w:r>
              <w:rPr>
                <w:rFonts w:cs="Arial"/>
                <w:color w:val="000000" w:themeColor="text1"/>
                <w:sz w:val="19"/>
              </w:rPr>
              <w:t>mit der ID „rabatt_ausgabe“</w:t>
            </w:r>
          </w:p>
        </w:tc>
      </w:tr>
      <w:tr w:rsidR="00C43B96" w:rsidRPr="00AE45C7" w14:paraId="20977C30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111653BF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Erstelle die </w:t>
            </w:r>
            <w:r w:rsidRPr="0003014D">
              <w:rPr>
                <w:rFonts w:cs="Arial"/>
                <w:color w:val="70AD47" w:themeColor="accent6"/>
                <w:sz w:val="19"/>
              </w:rPr>
              <w:t>Variable</w:t>
            </w:r>
            <w:r>
              <w:rPr>
                <w:rFonts w:cs="Arial"/>
                <w:color w:val="FF0000"/>
                <w:sz w:val="19"/>
              </w:rPr>
              <w:t xml:space="preserve"> rabatt_ausgabe</w:t>
            </w:r>
          </w:p>
        </w:tc>
      </w:tr>
      <w:tr w:rsidR="00C43B96" w:rsidRPr="00AE45C7" w14:paraId="59F9917D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tbl>
            <w:tblPr>
              <w:tblStyle w:val="Tabellenraster"/>
              <w:tblW w:w="4993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311"/>
              <w:gridCol w:w="8172"/>
            </w:tblGrid>
            <w:tr w:rsidR="00C43B96" w:rsidRPr="00AE45C7" w14:paraId="03BBFB35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single" w:sz="8" w:space="0" w:color="auto"/>
                    <w:bottom w:val="single" w:sz="4" w:space="0" w:color="auto"/>
                    <w:right w:val="nil"/>
                  </w:tcBorders>
                  <w:shd w:val="clear" w:color="auto" w:fill="F3F3F3"/>
                </w:tcPr>
                <w:p w14:paraId="6E8400F2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>Falls:</w:t>
                  </w:r>
                </w:p>
              </w:tc>
              <w:tc>
                <w:tcPr>
                  <w:tcW w:w="8172" w:type="dxa"/>
                  <w:tcBorders>
                    <w:top w:val="single" w:sz="8" w:space="0" w:color="auto"/>
                    <w:left w:val="nil"/>
                    <w:bottom w:val="single" w:sz="4" w:space="0" w:color="auto"/>
                    <w:tr2bl w:val="single" w:sz="4" w:space="0" w:color="auto"/>
                  </w:tcBorders>
                  <w:shd w:val="clear" w:color="auto" w:fill="F3F3F3"/>
                </w:tcPr>
                <w:p w14:paraId="59253701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color w:val="FF0000"/>
                      <w:sz w:val="19"/>
                    </w:rPr>
                    <w:t>kosten_ohne_mwst</w:t>
                  </w:r>
                </w:p>
              </w:tc>
            </w:tr>
            <w:tr w:rsidR="00C43B96" w:rsidRPr="00AE45C7" w14:paraId="40F5C39E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</w:tcPr>
                <w:p w14:paraId="5DA0CB90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>&lt; 500</w:t>
                  </w:r>
                </w:p>
              </w:tc>
              <w:tc>
                <w:tcPr>
                  <w:tcW w:w="817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7CAE2CB3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gesamtkosten_ausgabe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>Der Kostenvoranschlag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beläuft sich auf </w:t>
                  </w:r>
                  <w:r>
                    <w:rPr>
                      <w:rFonts w:cs="Arial"/>
                      <w:sz w:val="19"/>
                    </w:rPr>
                    <w:t>„ + (</w:t>
                  </w:r>
                  <w:r>
                    <w:rPr>
                      <w:rFonts w:cs="Arial"/>
                      <w:color w:val="FF0000"/>
                      <w:sz w:val="19"/>
                    </w:rPr>
                    <w:t>kosten_ohne_mwst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 w:rsidRPr="00DF7209">
                    <w:rPr>
                      <w:rFonts w:cs="Arial"/>
                      <w:sz w:val="19"/>
                    </w:rPr>
                    <w:t>*</w:t>
                  </w:r>
                  <w:r>
                    <w:rPr>
                      <w:rFonts w:cs="Arial"/>
                      <w:sz w:val="19"/>
                    </w:rPr>
                    <w:t xml:space="preserve"> 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(</w:t>
                  </w:r>
                  <w:r>
                    <w:rPr>
                      <w:rFonts w:cs="Arial"/>
                      <w:color w:val="FF0000"/>
                      <w:sz w:val="19"/>
                    </w:rPr>
                    <w:t>1</w:t>
                  </w:r>
                  <w:r w:rsidRPr="006B4C18">
                    <w:rPr>
                      <w:rFonts w:cs="Arial"/>
                      <w:sz w:val="19"/>
                    </w:rPr>
                    <w:t>+</w:t>
                  </w:r>
                  <w:r>
                    <w:rPr>
                      <w:rFonts w:cs="Arial"/>
                      <w:color w:val="FF0000"/>
                      <w:sz w:val="19"/>
                    </w:rPr>
                    <w:t>mwst</w:t>
                  </w:r>
                  <w:r w:rsidRPr="006B4C18">
                    <w:rPr>
                      <w:rFonts w:cs="Arial"/>
                      <w:sz w:val="19"/>
                    </w:rPr>
                    <w:t>/</w:t>
                  </w:r>
                  <w:r w:rsidRPr="006B4C18">
                    <w:rPr>
                      <w:rFonts w:cs="Arial"/>
                      <w:color w:val="ED7D31" w:themeColor="accent2"/>
                      <w:sz w:val="19"/>
                    </w:rPr>
                    <w:t>100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>
                    <w:rPr>
                      <w:rFonts w:cs="Arial"/>
                      <w:sz w:val="19"/>
                    </w:rPr>
                    <w:t xml:space="preserve">+ 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€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!“</w:t>
                  </w:r>
                  <w:r>
                    <w:rPr>
                      <w:rFonts w:cs="Arial"/>
                      <w:sz w:val="19"/>
                    </w:rPr>
                    <w:t>“ zu</w:t>
                  </w:r>
                </w:p>
              </w:tc>
            </w:tr>
            <w:tr w:rsidR="00C43B96" w:rsidRPr="00AE45C7" w14:paraId="374CD053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2F5E5027" w14:textId="77777777" w:rsidR="00C43B96" w:rsidRDefault="00C43B96" w:rsidP="000D5DD2">
                  <w:pPr>
                    <w:rPr>
                      <w:rFonts w:cs="Arial"/>
                      <w:sz w:val="19"/>
                    </w:rPr>
                  </w:pPr>
                </w:p>
              </w:tc>
              <w:tc>
                <w:tcPr>
                  <w:tcW w:w="817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035B425" w14:textId="5CA6F90F" w:rsidR="00C43B96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rabatt_ausgabe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Rabatt: </w:t>
                  </w:r>
                  <w:r w:rsidR="006C7A24">
                    <w:rPr>
                      <w:rFonts w:cs="Arial"/>
                      <w:color w:val="C45911" w:themeColor="accent2" w:themeShade="BF"/>
                      <w:sz w:val="19"/>
                    </w:rPr>
                    <w:t>Über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500 Euro gibt es 10 % Rabatt!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"</w:t>
                  </w:r>
                </w:p>
              </w:tc>
            </w:tr>
            <w:tr w:rsidR="00C43B96" w:rsidRPr="00AE45C7" w14:paraId="644ADD11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</w:tcPr>
                <w:p w14:paraId="18E0D4AD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>&lt;=1000</w:t>
                  </w:r>
                </w:p>
              </w:tc>
              <w:tc>
                <w:tcPr>
                  <w:tcW w:w="8172" w:type="dxa"/>
                  <w:shd w:val="clear" w:color="auto" w:fill="auto"/>
                </w:tcPr>
                <w:p w14:paraId="044BA022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gesamtkosten_ausgabe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>Der Kostenvoranschlag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beläuft sich auf </w:t>
                  </w:r>
                  <w:r>
                    <w:rPr>
                      <w:rFonts w:cs="Arial"/>
                      <w:sz w:val="19"/>
                    </w:rPr>
                    <w:t>„ + (</w:t>
                  </w:r>
                  <w:r w:rsidRPr="007003AC">
                    <w:rPr>
                      <w:rFonts w:cs="Arial"/>
                      <w:color w:val="ED7D31" w:themeColor="accent2"/>
                      <w:sz w:val="19"/>
                    </w:rPr>
                    <w:t xml:space="preserve">0.9 </w:t>
                  </w:r>
                  <w:r>
                    <w:rPr>
                      <w:rFonts w:cs="Arial"/>
                      <w:sz w:val="19"/>
                    </w:rPr>
                    <w:t xml:space="preserve">* </w:t>
                  </w:r>
                  <w:r>
                    <w:rPr>
                      <w:rFonts w:cs="Arial"/>
                      <w:color w:val="FF0000"/>
                      <w:sz w:val="19"/>
                    </w:rPr>
                    <w:t>kosten_ohne_mwst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 w:rsidRPr="00DF7209">
                    <w:rPr>
                      <w:rFonts w:cs="Arial"/>
                      <w:sz w:val="19"/>
                    </w:rPr>
                    <w:t>*</w:t>
                  </w:r>
                  <w:r>
                    <w:rPr>
                      <w:rFonts w:cs="Arial"/>
                      <w:sz w:val="19"/>
                    </w:rPr>
                    <w:t xml:space="preserve"> 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(</w:t>
                  </w:r>
                  <w:r>
                    <w:rPr>
                      <w:rFonts w:cs="Arial"/>
                      <w:color w:val="FF0000"/>
                      <w:sz w:val="19"/>
                    </w:rPr>
                    <w:t>1</w:t>
                  </w:r>
                  <w:r w:rsidRPr="006B4C18">
                    <w:rPr>
                      <w:rFonts w:cs="Arial"/>
                      <w:sz w:val="19"/>
                    </w:rPr>
                    <w:t>+</w:t>
                  </w:r>
                  <w:r>
                    <w:rPr>
                      <w:rFonts w:cs="Arial"/>
                      <w:color w:val="FF0000"/>
                      <w:sz w:val="19"/>
                    </w:rPr>
                    <w:t>mwst</w:t>
                  </w:r>
                  <w:r w:rsidRPr="006B4C18">
                    <w:rPr>
                      <w:rFonts w:cs="Arial"/>
                      <w:sz w:val="19"/>
                    </w:rPr>
                    <w:t>/</w:t>
                  </w:r>
                  <w:r w:rsidRPr="006B4C18">
                    <w:rPr>
                      <w:rFonts w:cs="Arial"/>
                      <w:color w:val="ED7D31" w:themeColor="accent2"/>
                      <w:sz w:val="19"/>
                    </w:rPr>
                    <w:t>100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>
                    <w:rPr>
                      <w:rFonts w:cs="Arial"/>
                      <w:sz w:val="19"/>
                    </w:rPr>
                    <w:t xml:space="preserve">+ 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€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!“</w:t>
                  </w:r>
                  <w:r>
                    <w:rPr>
                      <w:rFonts w:cs="Arial"/>
                      <w:sz w:val="19"/>
                    </w:rPr>
                    <w:t>“ zu</w:t>
                  </w:r>
                </w:p>
              </w:tc>
            </w:tr>
            <w:tr w:rsidR="00C43B96" w:rsidRPr="00AE45C7" w14:paraId="19E3BECC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270FAF2B" w14:textId="77777777" w:rsidR="00C43B96" w:rsidRDefault="00C43B96" w:rsidP="000D5DD2">
                  <w:pPr>
                    <w:rPr>
                      <w:rFonts w:cs="Arial"/>
                      <w:sz w:val="19"/>
                    </w:rPr>
                  </w:pPr>
                </w:p>
              </w:tc>
              <w:tc>
                <w:tcPr>
                  <w:tcW w:w="8172" w:type="dxa"/>
                  <w:shd w:val="clear" w:color="auto" w:fill="auto"/>
                </w:tcPr>
                <w:p w14:paraId="1FBFBDDE" w14:textId="6352078A" w:rsidR="00C43B96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rabatt_ausgabe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Rabatt: Sie erhielten 10 % Rabatt, </w:t>
                  </w:r>
                  <w:r w:rsidR="006C7A24">
                    <w:rPr>
                      <w:rFonts w:cs="Arial"/>
                      <w:color w:val="C45911" w:themeColor="accent2" w:themeShade="BF"/>
                      <w:sz w:val="19"/>
                    </w:rPr>
                    <w:t>über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1000 € gibt es 15 Prozent!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"</w:t>
                  </w:r>
                  <w:r>
                    <w:rPr>
                      <w:rFonts w:cs="Arial"/>
                      <w:color w:val="000000" w:themeColor="text1"/>
                      <w:sz w:val="19"/>
                    </w:rPr>
                    <w:t xml:space="preserve"> zu</w:t>
                  </w:r>
                </w:p>
              </w:tc>
            </w:tr>
            <w:tr w:rsidR="00C43B96" w:rsidRPr="00AE45C7" w14:paraId="14EC7186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single" w:sz="4" w:space="0" w:color="auto"/>
                    <w:bottom w:val="nil"/>
                  </w:tcBorders>
                  <w:shd w:val="clear" w:color="auto" w:fill="auto"/>
                </w:tcPr>
                <w:p w14:paraId="511B6715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>&gt;1000</w:t>
                  </w:r>
                </w:p>
              </w:tc>
              <w:tc>
                <w:tcPr>
                  <w:tcW w:w="8172" w:type="dxa"/>
                  <w:shd w:val="clear" w:color="auto" w:fill="auto"/>
                </w:tcPr>
                <w:p w14:paraId="234E7BB4" w14:textId="77777777" w:rsidR="00C43B96" w:rsidRPr="00AE45C7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gesamtkosten_ausgabe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>Der Kostenvoranschlag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beläuft sich auf </w:t>
                  </w:r>
                  <w:r>
                    <w:rPr>
                      <w:rFonts w:cs="Arial"/>
                      <w:sz w:val="19"/>
                    </w:rPr>
                    <w:t>„ + (</w:t>
                  </w:r>
                  <w:r w:rsidRPr="007003AC">
                    <w:rPr>
                      <w:rFonts w:cs="Arial"/>
                      <w:color w:val="ED7D31" w:themeColor="accent2"/>
                      <w:sz w:val="19"/>
                    </w:rPr>
                    <w:t>0.</w:t>
                  </w:r>
                  <w:r>
                    <w:rPr>
                      <w:rFonts w:cs="Arial"/>
                      <w:color w:val="ED7D31" w:themeColor="accent2"/>
                      <w:sz w:val="19"/>
                    </w:rPr>
                    <w:t>85</w:t>
                  </w:r>
                  <w:r w:rsidRPr="007003AC">
                    <w:rPr>
                      <w:rFonts w:cs="Arial"/>
                      <w:color w:val="ED7D31" w:themeColor="accent2"/>
                      <w:sz w:val="19"/>
                    </w:rPr>
                    <w:t xml:space="preserve"> </w:t>
                  </w:r>
                  <w:r>
                    <w:rPr>
                      <w:rFonts w:cs="Arial"/>
                      <w:sz w:val="19"/>
                    </w:rPr>
                    <w:t xml:space="preserve">* </w:t>
                  </w:r>
                  <w:r>
                    <w:rPr>
                      <w:rFonts w:cs="Arial"/>
                      <w:color w:val="FF0000"/>
                      <w:sz w:val="19"/>
                    </w:rPr>
                    <w:t>kosten_ohne_mwst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 w:rsidRPr="00DF7209">
                    <w:rPr>
                      <w:rFonts w:cs="Arial"/>
                      <w:sz w:val="19"/>
                    </w:rPr>
                    <w:t>*</w:t>
                  </w:r>
                  <w:r>
                    <w:rPr>
                      <w:rFonts w:cs="Arial"/>
                      <w:sz w:val="19"/>
                    </w:rPr>
                    <w:t xml:space="preserve"> 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(</w:t>
                  </w:r>
                  <w:r>
                    <w:rPr>
                      <w:rFonts w:cs="Arial"/>
                      <w:color w:val="FF0000"/>
                      <w:sz w:val="19"/>
                    </w:rPr>
                    <w:t>1</w:t>
                  </w:r>
                  <w:r w:rsidRPr="006B4C18">
                    <w:rPr>
                      <w:rFonts w:cs="Arial"/>
                      <w:sz w:val="19"/>
                    </w:rPr>
                    <w:t>+</w:t>
                  </w:r>
                  <w:r>
                    <w:rPr>
                      <w:rFonts w:cs="Arial"/>
                      <w:color w:val="FF0000"/>
                      <w:sz w:val="19"/>
                    </w:rPr>
                    <w:t>mwst</w:t>
                  </w:r>
                  <w:r w:rsidRPr="006B4C18">
                    <w:rPr>
                      <w:rFonts w:cs="Arial"/>
                      <w:sz w:val="19"/>
                    </w:rPr>
                    <w:t>/</w:t>
                  </w:r>
                  <w:r w:rsidRPr="006B4C18">
                    <w:rPr>
                      <w:rFonts w:cs="Arial"/>
                      <w:color w:val="ED7D31" w:themeColor="accent2"/>
                      <w:sz w:val="19"/>
                    </w:rPr>
                    <w:t>100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7003AC">
                    <w:rPr>
                      <w:rFonts w:cs="Arial"/>
                      <w:color w:val="000000" w:themeColor="text1"/>
                      <w:sz w:val="19"/>
                    </w:rPr>
                    <w:t>)</w:t>
                  </w:r>
                  <w:r w:rsidRPr="0003014D">
                    <w:rPr>
                      <w:rFonts w:cs="Arial"/>
                      <w:color w:val="FF0000"/>
                      <w:sz w:val="19"/>
                    </w:rPr>
                    <w:t xml:space="preserve"> </w:t>
                  </w:r>
                  <w:r>
                    <w:rPr>
                      <w:rFonts w:cs="Arial"/>
                      <w:sz w:val="19"/>
                    </w:rPr>
                    <w:t xml:space="preserve">+ 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„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€</w:t>
                  </w:r>
                  <w:r w:rsidRPr="00EA5E6B">
                    <w:rPr>
                      <w:rFonts w:cs="Arial"/>
                      <w:color w:val="C45911" w:themeColor="accent2" w:themeShade="BF"/>
                      <w:sz w:val="19"/>
                    </w:rPr>
                    <w:t>!“</w:t>
                  </w:r>
                  <w:r>
                    <w:rPr>
                      <w:rFonts w:cs="Arial"/>
                      <w:sz w:val="19"/>
                    </w:rPr>
                    <w:t>“ zu</w:t>
                  </w:r>
                </w:p>
              </w:tc>
            </w:tr>
            <w:tr w:rsidR="00C43B96" w:rsidRPr="00AE45C7" w14:paraId="3FB10189" w14:textId="77777777" w:rsidTr="000D5DD2">
              <w:trPr>
                <w:cantSplit/>
              </w:trPr>
              <w:tc>
                <w:tcPr>
                  <w:tcW w:w="1311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4DCBDFF2" w14:textId="77777777" w:rsidR="00C43B96" w:rsidRDefault="00C43B96" w:rsidP="000D5DD2">
                  <w:pPr>
                    <w:jc w:val="center"/>
                    <w:rPr>
                      <w:rFonts w:cs="Arial"/>
                      <w:sz w:val="19"/>
                    </w:rPr>
                  </w:pPr>
                </w:p>
              </w:tc>
              <w:tc>
                <w:tcPr>
                  <w:tcW w:w="8172" w:type="dxa"/>
                  <w:shd w:val="clear" w:color="auto" w:fill="auto"/>
                </w:tcPr>
                <w:p w14:paraId="215B1E95" w14:textId="77777777" w:rsidR="00C43B96" w:rsidRDefault="00C43B96" w:rsidP="000D5DD2">
                  <w:pPr>
                    <w:rPr>
                      <w:rFonts w:cs="Arial"/>
                      <w:sz w:val="19"/>
                    </w:rPr>
                  </w:pPr>
                  <w:r>
                    <w:rPr>
                      <w:rFonts w:cs="Arial"/>
                      <w:sz w:val="19"/>
                    </w:rPr>
                    <w:t xml:space="preserve">Weise der </w:t>
                  </w:r>
                  <w:r w:rsidRPr="00AE45C7">
                    <w:rPr>
                      <w:rFonts w:cs="Arial"/>
                      <w:color w:val="70AD47" w:themeColor="accent6"/>
                      <w:sz w:val="19"/>
                    </w:rPr>
                    <w:t xml:space="preserve">Variablen </w:t>
                  </w:r>
                  <w:r>
                    <w:rPr>
                      <w:rFonts w:cs="Arial"/>
                      <w:color w:val="FF0000"/>
                      <w:sz w:val="19"/>
                    </w:rPr>
                    <w:t>rabatt_ausgabe</w:t>
                  </w:r>
                  <w:r>
                    <w:rPr>
                      <w:rFonts w:cs="Arial"/>
                      <w:sz w:val="19"/>
                    </w:rPr>
                    <w:t xml:space="preserve"> den Text „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>Rabatt: Sie erhielten 1</w:t>
                  </w:r>
                  <w:r>
                    <w:rPr>
                      <w:rFonts w:cs="Arial"/>
                      <w:color w:val="C45911" w:themeColor="accent2" w:themeShade="BF"/>
                      <w:sz w:val="19"/>
                    </w:rPr>
                    <w:t>5</w:t>
                  </w:r>
                  <w:r w:rsidRPr="00476E85">
                    <w:rPr>
                      <w:rFonts w:cs="Arial"/>
                      <w:color w:val="C45911" w:themeColor="accent2" w:themeShade="BF"/>
                      <w:sz w:val="19"/>
                    </w:rPr>
                    <w:t xml:space="preserve"> % Rabatt!</w:t>
                  </w:r>
                  <w:r w:rsidRPr="00476E85">
                    <w:rPr>
                      <w:rFonts w:cs="Arial"/>
                      <w:color w:val="000000" w:themeColor="text1"/>
                      <w:sz w:val="19"/>
                    </w:rPr>
                    <w:t>"</w:t>
                  </w:r>
                  <w:r>
                    <w:rPr>
                      <w:rFonts w:cs="Arial"/>
                      <w:color w:val="000000" w:themeColor="text1"/>
                      <w:sz w:val="19"/>
                    </w:rPr>
                    <w:t xml:space="preserve"> zu</w:t>
                  </w:r>
                </w:p>
              </w:tc>
            </w:tr>
          </w:tbl>
          <w:p w14:paraId="0494C295" w14:textId="77777777" w:rsidR="00C43B96" w:rsidRPr="00AE45C7" w:rsidRDefault="00C43B96" w:rsidP="000D5DD2">
            <w:pPr>
              <w:rPr>
                <w:rFonts w:cs="Arial"/>
                <w:sz w:val="19"/>
              </w:rPr>
            </w:pPr>
          </w:p>
        </w:tc>
      </w:tr>
      <w:tr w:rsidR="00C43B96" w:rsidRPr="00AE45C7" w14:paraId="3B5F6F65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564F4D90" w14:textId="77777777" w:rsidR="00C43B96" w:rsidRPr="00AE45C7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Weise dem </w:t>
            </w:r>
            <w:r w:rsidRPr="00D25E35">
              <w:rPr>
                <w:rFonts w:cs="Arial"/>
                <w:color w:val="00B0F0"/>
                <w:sz w:val="19"/>
              </w:rPr>
              <w:t xml:space="preserve">Objekt </w:t>
            </w:r>
            <w:r>
              <w:rPr>
                <w:rFonts w:cs="Arial"/>
                <w:sz w:val="19"/>
              </w:rPr>
              <w:t xml:space="preserve">mit der ID „kosten_ausgabe“ den Wert der </w:t>
            </w:r>
            <w:r w:rsidRPr="00E84896">
              <w:rPr>
                <w:rFonts w:cs="Arial"/>
                <w:color w:val="70AD47" w:themeColor="accent6"/>
                <w:sz w:val="19"/>
              </w:rPr>
              <w:t>Variablen</w:t>
            </w:r>
            <w:r w:rsidRPr="00E84896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color w:val="FF0000"/>
                <w:sz w:val="19"/>
              </w:rPr>
              <w:t xml:space="preserve">gesamtkosten_ausgabe </w:t>
            </w:r>
            <w:r>
              <w:rPr>
                <w:rFonts w:cs="Arial"/>
                <w:sz w:val="19"/>
              </w:rPr>
              <w:t>zu</w:t>
            </w:r>
          </w:p>
        </w:tc>
      </w:tr>
      <w:tr w:rsidR="00C43B96" w:rsidRPr="00AE45C7" w14:paraId="7E3ED577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5741469D" w14:textId="77777777" w:rsidR="00C43B96" w:rsidRPr="00AE45C7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Weise dem </w:t>
            </w:r>
            <w:r w:rsidRPr="00D25E35">
              <w:rPr>
                <w:rFonts w:cs="Arial"/>
                <w:color w:val="00B0F0"/>
                <w:sz w:val="19"/>
              </w:rPr>
              <w:t xml:space="preserve">Objekt </w:t>
            </w:r>
            <w:r>
              <w:rPr>
                <w:rFonts w:cs="Arial"/>
                <w:sz w:val="19"/>
              </w:rPr>
              <w:t xml:space="preserve">mit der ID „rabatt_ausgabe“ den Wert der </w:t>
            </w:r>
            <w:r w:rsidRPr="00E84896">
              <w:rPr>
                <w:rFonts w:cs="Arial"/>
                <w:color w:val="70AD47" w:themeColor="accent6"/>
                <w:sz w:val="19"/>
              </w:rPr>
              <w:t>Variablen</w:t>
            </w:r>
            <w:r w:rsidRPr="00E84896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color w:val="FF0000"/>
                <w:sz w:val="19"/>
              </w:rPr>
              <w:t xml:space="preserve">rabatt_ausgabe </w:t>
            </w:r>
            <w:r>
              <w:rPr>
                <w:rFonts w:cs="Arial"/>
                <w:sz w:val="19"/>
              </w:rPr>
              <w:t>zu</w:t>
            </w:r>
          </w:p>
        </w:tc>
      </w:tr>
    </w:tbl>
    <w:p w14:paraId="4B902DAA" w14:textId="77777777" w:rsidR="00C43B96" w:rsidRDefault="00C43B96" w:rsidP="00C43B96">
      <w:pPr>
        <w:ind w:left="-993"/>
      </w:pPr>
    </w:p>
    <w:p w14:paraId="7534C146" w14:textId="77777777" w:rsidR="00C43B96" w:rsidRDefault="00C43B96" w:rsidP="00C43B96">
      <w:pPr>
        <w:ind w:left="-993"/>
      </w:pPr>
    </w:p>
    <w:p w14:paraId="03E79790" w14:textId="77777777" w:rsidR="00C43B96" w:rsidRDefault="00C43B96" w:rsidP="00C43B96">
      <w:pPr>
        <w:ind w:left="-993"/>
      </w:pPr>
      <w:r>
        <w:t>Erweiterung 2 – Kostenvoranschlag mit Zeitangabe</w:t>
      </w:r>
    </w:p>
    <w:p w14:paraId="66AE2FF9" w14:textId="77777777" w:rsidR="00C43B96" w:rsidRDefault="00C43B96" w:rsidP="00C43B96">
      <w:pPr>
        <w:ind w:left="-993"/>
      </w:pPr>
      <w:r>
        <w:t>Modellierung s. oben</w:t>
      </w:r>
    </w:p>
    <w:tbl>
      <w:tblPr>
        <w:tblStyle w:val="Tabellenraster"/>
        <w:tblW w:w="6307" w:type="pct"/>
        <w:tblInd w:w="-9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630"/>
      </w:tblGrid>
      <w:tr w:rsidR="00C43B96" w:rsidRPr="00AE45C7" w14:paraId="3B5BCC3C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43735A4B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HTML: Erstelle ein </w:t>
            </w:r>
            <w:r w:rsidRPr="00171B7A">
              <w:rPr>
                <w:rFonts w:cs="Arial"/>
                <w:color w:val="00B0F0"/>
                <w:sz w:val="19"/>
              </w:rPr>
              <w:t xml:space="preserve">Output-Objekt </w:t>
            </w:r>
            <w:r>
              <w:rPr>
                <w:rFonts w:cs="Arial"/>
                <w:color w:val="000000" w:themeColor="text1"/>
                <w:sz w:val="19"/>
              </w:rPr>
              <w:t>mit der ID „zeit_ausgabe“</w:t>
            </w:r>
          </w:p>
        </w:tc>
      </w:tr>
      <w:tr w:rsidR="00C43B96" w:rsidRPr="00AE45C7" w14:paraId="41520C8E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4BB6DD3B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CSS: Fomatiere die Schriftgröße des </w:t>
            </w:r>
            <w:r>
              <w:rPr>
                <w:rFonts w:cs="Arial"/>
                <w:color w:val="00B0F0"/>
                <w:sz w:val="19"/>
              </w:rPr>
              <w:t>Output-</w:t>
            </w:r>
            <w:r w:rsidRPr="00171B7A">
              <w:rPr>
                <w:rFonts w:cs="Arial"/>
                <w:color w:val="00B0F0"/>
                <w:sz w:val="19"/>
              </w:rPr>
              <w:t>Objekt</w:t>
            </w:r>
            <w:r>
              <w:rPr>
                <w:rFonts w:cs="Arial"/>
                <w:color w:val="00B0F0"/>
                <w:sz w:val="19"/>
              </w:rPr>
              <w:t>s</w:t>
            </w:r>
            <w:r w:rsidRPr="00171B7A">
              <w:rPr>
                <w:rFonts w:cs="Arial"/>
                <w:color w:val="00B0F0"/>
                <w:sz w:val="19"/>
              </w:rPr>
              <w:t xml:space="preserve"> </w:t>
            </w:r>
            <w:r>
              <w:rPr>
                <w:rFonts w:cs="Arial"/>
                <w:color w:val="000000" w:themeColor="text1"/>
                <w:sz w:val="19"/>
              </w:rPr>
              <w:t>auf 8 Pixel</w:t>
            </w:r>
          </w:p>
        </w:tc>
      </w:tr>
      <w:tr w:rsidR="00C43B96" w:rsidRPr="00AE45C7" w14:paraId="584EA928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03B8818D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Erstelle die </w:t>
            </w:r>
            <w:r w:rsidRPr="0003014D">
              <w:rPr>
                <w:rFonts w:cs="Arial"/>
                <w:color w:val="70AD47" w:themeColor="accent6"/>
                <w:sz w:val="19"/>
              </w:rPr>
              <w:t>Variable</w:t>
            </w:r>
            <w:r>
              <w:rPr>
                <w:rFonts w:cs="Arial"/>
                <w:color w:val="FF0000"/>
                <w:sz w:val="19"/>
              </w:rPr>
              <w:t xml:space="preserve"> zeit_ausgabe</w:t>
            </w:r>
          </w:p>
        </w:tc>
      </w:tr>
      <w:tr w:rsidR="00C43B96" w:rsidRPr="00AE45C7" w14:paraId="3D0111E2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5CBC4071" w14:textId="77777777" w:rsidR="00C43B96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Weise der </w:t>
            </w:r>
            <w:r w:rsidRPr="0056109B">
              <w:rPr>
                <w:rFonts w:cs="Arial"/>
                <w:color w:val="70AD47" w:themeColor="accent6"/>
                <w:sz w:val="19"/>
              </w:rPr>
              <w:t xml:space="preserve">Variable </w:t>
            </w:r>
            <w:r w:rsidRPr="0056109B">
              <w:rPr>
                <w:rFonts w:cs="Arial"/>
                <w:color w:val="FF0000"/>
                <w:sz w:val="19"/>
              </w:rPr>
              <w:t xml:space="preserve">zeit_ausgabe </w:t>
            </w:r>
            <w:r>
              <w:rPr>
                <w:rFonts w:cs="Arial"/>
                <w:sz w:val="19"/>
              </w:rPr>
              <w:t>folgenden Text zu: „</w:t>
            </w:r>
            <w:r w:rsidRPr="0056109B">
              <w:rPr>
                <w:rFonts w:cs="Arial"/>
                <w:color w:val="C45911" w:themeColor="accent2" w:themeShade="BF"/>
                <w:sz w:val="19"/>
              </w:rPr>
              <w:t xml:space="preserve">Das Angebot wurde am </w:t>
            </w:r>
            <w:r>
              <w:rPr>
                <w:rFonts w:cs="Arial"/>
                <w:sz w:val="19"/>
              </w:rPr>
              <w:t xml:space="preserve">„ + </w:t>
            </w:r>
            <w:r w:rsidRPr="0056109B">
              <w:rPr>
                <w:rFonts w:cs="Arial"/>
                <w:color w:val="7030A0"/>
                <w:sz w:val="19"/>
              </w:rPr>
              <w:t xml:space="preserve">Date() </w:t>
            </w:r>
            <w:r>
              <w:rPr>
                <w:rFonts w:cs="Arial"/>
                <w:sz w:val="19"/>
              </w:rPr>
              <w:t xml:space="preserve">+ „ </w:t>
            </w:r>
            <w:r w:rsidRPr="0056109B">
              <w:rPr>
                <w:rFonts w:cs="Arial"/>
                <w:color w:val="C45911" w:themeColor="accent2" w:themeShade="BF"/>
                <w:sz w:val="19"/>
              </w:rPr>
              <w:t>erstellt!</w:t>
            </w:r>
            <w:r>
              <w:rPr>
                <w:rFonts w:cs="Arial"/>
                <w:sz w:val="19"/>
              </w:rPr>
              <w:t>“</w:t>
            </w:r>
          </w:p>
        </w:tc>
      </w:tr>
      <w:tr w:rsidR="00C43B96" w:rsidRPr="00AE45C7" w14:paraId="46527EC5" w14:textId="77777777" w:rsidTr="000D5DD2">
        <w:trPr>
          <w:cantSplit/>
        </w:trPr>
        <w:tc>
          <w:tcPr>
            <w:tcW w:w="5000" w:type="pct"/>
            <w:shd w:val="clear" w:color="auto" w:fill="auto"/>
          </w:tcPr>
          <w:p w14:paraId="6D17D4FA" w14:textId="77777777" w:rsidR="00C43B96" w:rsidRPr="00AE45C7" w:rsidRDefault="00C43B96" w:rsidP="000D5DD2">
            <w:pPr>
              <w:rPr>
                <w:rFonts w:cs="Arial"/>
                <w:sz w:val="19"/>
              </w:rPr>
            </w:pPr>
            <w:r>
              <w:rPr>
                <w:rFonts w:cs="Arial"/>
                <w:sz w:val="19"/>
              </w:rPr>
              <w:t xml:space="preserve">JS: Weise dem </w:t>
            </w:r>
            <w:r w:rsidRPr="00D25E35">
              <w:rPr>
                <w:rFonts w:cs="Arial"/>
                <w:color w:val="00B0F0"/>
                <w:sz w:val="19"/>
              </w:rPr>
              <w:t xml:space="preserve">Objekt </w:t>
            </w:r>
            <w:r>
              <w:rPr>
                <w:rFonts w:cs="Arial"/>
                <w:sz w:val="19"/>
              </w:rPr>
              <w:t xml:space="preserve">mit der ID „zeit_ausgabe“ den Wert der </w:t>
            </w:r>
            <w:r w:rsidRPr="00E84896">
              <w:rPr>
                <w:rFonts w:cs="Arial"/>
                <w:color w:val="70AD47" w:themeColor="accent6"/>
                <w:sz w:val="19"/>
              </w:rPr>
              <w:t>Variablen</w:t>
            </w:r>
            <w:r w:rsidRPr="00E84896">
              <w:rPr>
                <w:rFonts w:cs="Arial"/>
                <w:color w:val="FF0000"/>
                <w:sz w:val="19"/>
              </w:rPr>
              <w:t xml:space="preserve"> </w:t>
            </w:r>
            <w:r>
              <w:rPr>
                <w:rFonts w:cs="Arial"/>
                <w:color w:val="FF0000"/>
                <w:sz w:val="19"/>
              </w:rPr>
              <w:t xml:space="preserve">zeit_ausgabe </w:t>
            </w:r>
            <w:r>
              <w:rPr>
                <w:rFonts w:cs="Arial"/>
                <w:sz w:val="19"/>
              </w:rPr>
              <w:t>zu</w:t>
            </w:r>
          </w:p>
        </w:tc>
      </w:tr>
    </w:tbl>
    <w:p w14:paraId="65D62075" w14:textId="77777777" w:rsidR="00C43B96" w:rsidRPr="005F31BD" w:rsidRDefault="00C43B96" w:rsidP="00C43B96">
      <w:pPr>
        <w:ind w:left="-993"/>
      </w:pPr>
    </w:p>
    <w:p w14:paraId="1F42DB3D" w14:textId="77777777" w:rsidR="00FF16B5" w:rsidRPr="004B7826" w:rsidRDefault="00FF16B5" w:rsidP="004B7826"/>
    <w:sectPr w:rsidR="00FF16B5" w:rsidRPr="004B7826" w:rsidSect="00AE35EB">
      <w:type w:val="continuous"/>
      <w:pgSz w:w="11906" w:h="16838"/>
      <w:pgMar w:top="1418" w:right="2125" w:bottom="1134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2E5F5" w14:textId="77777777" w:rsidR="00AE2DE7" w:rsidRDefault="00AE2DE7">
      <w:r>
        <w:separator/>
      </w:r>
    </w:p>
  </w:endnote>
  <w:endnote w:type="continuationSeparator" w:id="0">
    <w:p w14:paraId="7369B2B3" w14:textId="77777777" w:rsidR="00AE2DE7" w:rsidRDefault="00AE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yriadPro-Regular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MT">
    <w:altName w:val="Arial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6A044" w14:textId="77777777" w:rsidR="00AE2DE7" w:rsidRDefault="00AE2DE7">
      <w:r>
        <w:separator/>
      </w:r>
    </w:p>
  </w:footnote>
  <w:footnote w:type="continuationSeparator" w:id="0">
    <w:p w14:paraId="6D8D69B8" w14:textId="77777777" w:rsidR="00AE2DE7" w:rsidRDefault="00AE2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12623"/>
    <w:multiLevelType w:val="hybridMultilevel"/>
    <w:tmpl w:val="06B46F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082569"/>
    <w:multiLevelType w:val="hybridMultilevel"/>
    <w:tmpl w:val="06B46FF2"/>
    <w:lvl w:ilvl="0" w:tplc="0407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49050759"/>
    <w:multiLevelType w:val="hybridMultilevel"/>
    <w:tmpl w:val="4D7C2442"/>
    <w:lvl w:ilvl="0" w:tplc="6F00B1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ttachedTemplate r:id="rId1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96"/>
    <w:rsid w:val="00020A13"/>
    <w:rsid w:val="00023AAB"/>
    <w:rsid w:val="000B059F"/>
    <w:rsid w:val="00121629"/>
    <w:rsid w:val="002C1A27"/>
    <w:rsid w:val="002D2BA7"/>
    <w:rsid w:val="003B3172"/>
    <w:rsid w:val="003B6A88"/>
    <w:rsid w:val="00426B19"/>
    <w:rsid w:val="004B7826"/>
    <w:rsid w:val="0056728A"/>
    <w:rsid w:val="0057717E"/>
    <w:rsid w:val="00660616"/>
    <w:rsid w:val="00672FD2"/>
    <w:rsid w:val="006802C5"/>
    <w:rsid w:val="00686980"/>
    <w:rsid w:val="006C7A24"/>
    <w:rsid w:val="008560FA"/>
    <w:rsid w:val="008D5CB5"/>
    <w:rsid w:val="00927F70"/>
    <w:rsid w:val="009B1FA1"/>
    <w:rsid w:val="009E5D77"/>
    <w:rsid w:val="00AE2DE7"/>
    <w:rsid w:val="00AE35EB"/>
    <w:rsid w:val="00B13428"/>
    <w:rsid w:val="00B476E1"/>
    <w:rsid w:val="00B5648C"/>
    <w:rsid w:val="00BD38B4"/>
    <w:rsid w:val="00C43B96"/>
    <w:rsid w:val="00D351D8"/>
    <w:rsid w:val="00D6086D"/>
    <w:rsid w:val="00D7797B"/>
    <w:rsid w:val="00DD688F"/>
    <w:rsid w:val="00FD0C8D"/>
    <w:rsid w:val="00F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80FF2"/>
  <w15:chartTrackingRefBased/>
  <w15:docId w15:val="{F25FFA55-750C-474B-A294-BA7028EC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3B96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rFonts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link w:val="KopfzeileZchn"/>
    <w:uiPriority w:val="99"/>
    <w:unhideWhenUsed/>
    <w:rsid w:val="002D2B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D2BA7"/>
    <w:rPr>
      <w:sz w:val="24"/>
      <w:szCs w:val="24"/>
    </w:rPr>
  </w:style>
  <w:style w:type="table" w:styleId="Tabellenraster">
    <w:name w:val="Table Grid"/>
    <w:basedOn w:val="NormaleTabelle"/>
    <w:uiPriority w:val="59"/>
    <w:rsid w:val="002D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D351D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D351D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EinfAbs">
    <w:name w:val="[Einf. Abs.]"/>
    <w:basedOn w:val="Standard"/>
    <w:uiPriority w:val="99"/>
    <w:rsid w:val="00FF16B5"/>
    <w:pPr>
      <w:autoSpaceDE w:val="0"/>
      <w:autoSpaceDN w:val="0"/>
      <w:adjustRightInd w:val="0"/>
      <w:spacing w:line="255" w:lineRule="atLeast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berschrift1Zchn">
    <w:name w:val="Überschrift 1 Zchn"/>
    <w:link w:val="berschrift1"/>
    <w:rsid w:val="0056728A"/>
    <w:rPr>
      <w:rFonts w:ascii="Arial" w:hAnsi="Arial" w:cs="Arial"/>
      <w:b/>
      <w:bCs/>
      <w:sz w:val="24"/>
      <w:szCs w:val="24"/>
    </w:rPr>
  </w:style>
  <w:style w:type="character" w:customStyle="1" w:styleId="NotepadMethode">
    <w:name w:val="Notepad++ Methode"/>
    <w:uiPriority w:val="1"/>
    <w:rsid w:val="0056728A"/>
    <w:rPr>
      <w:color w:val="3EA033"/>
    </w:rPr>
  </w:style>
  <w:style w:type="paragraph" w:customStyle="1" w:styleId="KeinAbsatzformat">
    <w:name w:val="[Kein Absatzformat]"/>
    <w:rsid w:val="0056728A"/>
    <w:pPr>
      <w:autoSpaceDE w:val="0"/>
      <w:autoSpaceDN w:val="0"/>
      <w:adjustRightInd w:val="0"/>
      <w:spacing w:line="288" w:lineRule="auto"/>
      <w:textAlignment w:val="center"/>
    </w:pPr>
    <w:rPr>
      <w:rFonts w:ascii="ArialMT" w:hAnsi="ArialMT"/>
      <w:color w:val="000000"/>
      <w:sz w:val="24"/>
      <w:szCs w:val="24"/>
    </w:rPr>
  </w:style>
  <w:style w:type="character" w:customStyle="1" w:styleId="NotepadParameter">
    <w:name w:val="Notepad++ Parameter"/>
    <w:uiPriority w:val="1"/>
    <w:rsid w:val="0056728A"/>
    <w:rPr>
      <w:color w:val="DE007B"/>
    </w:rPr>
  </w:style>
  <w:style w:type="character" w:customStyle="1" w:styleId="NotepadObjekt">
    <w:name w:val="Notepad++ Objekt"/>
    <w:uiPriority w:val="1"/>
    <w:rsid w:val="0056728A"/>
    <w:rPr>
      <w:color w:val="24A9E6"/>
    </w:rPr>
  </w:style>
  <w:style w:type="character" w:customStyle="1" w:styleId="NotepadAttribut">
    <w:name w:val="Notepad++Attribut"/>
    <w:uiPriority w:val="1"/>
    <w:qFormat/>
    <w:rsid w:val="0056728A"/>
    <w:rPr>
      <w:rFonts w:ascii="MyriadPro-Regular" w:hAnsi="MyriadPro-Regular" w:cs="MyriadPro-Regular"/>
      <w:color w:val="FF5900"/>
      <w:position w:val="-6"/>
      <w:u w:color="FF5900"/>
      <w:lang w:val="de"/>
    </w:rPr>
  </w:style>
  <w:style w:type="character" w:customStyle="1" w:styleId="NotepadAttributwert">
    <w:name w:val="Notepad++Attributwert"/>
    <w:uiPriority w:val="1"/>
    <w:qFormat/>
    <w:rsid w:val="0056728A"/>
    <w:rPr>
      <w:rFonts w:ascii="MyriadPro-Regular" w:hAnsi="MyriadPro-Regular" w:cs="MyriadPro-Regular"/>
      <w:color w:val="3300FF"/>
      <w:position w:val="-6"/>
      <w:u w:color="3300FF"/>
      <w:lang w:val="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0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ulrichhorner/Documents/02_Privat/00_Vorlagen/VorlageMS/Fachlehrer/NassiShneiderman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9CD21-CC7C-458D-8AF7-BB17FAF4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NassiShneiderman.dotm</Template>
  <TotalTime>0</TotalTime>
  <Pages>1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Struktogramme</vt:lpstr>
    </vt:vector>
  </TitlesOfParts>
  <Company>LFE AS Potsdam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Struktogramme</dc:title>
  <dc:subject/>
  <dc:creator>Ulrich Horner</dc:creator>
  <cp:keywords/>
  <dc:description>Nutzung auf eigene Gefahr</dc:description>
  <cp:lastModifiedBy>Ulrich Horner</cp:lastModifiedBy>
  <cp:revision>2</cp:revision>
  <cp:lastPrinted>2004-07-12T08:56:00Z</cp:lastPrinted>
  <dcterms:created xsi:type="dcterms:W3CDTF">2021-03-03T08:22:00Z</dcterms:created>
  <dcterms:modified xsi:type="dcterms:W3CDTF">2021-03-03T14:04:00Z</dcterms:modified>
</cp:coreProperties>
</file>